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7079"/>
      </w:tblGrid>
      <w:tr w:rsidR="00F1480E" w14:paraId="6086BC10" w14:textId="77777777" w:rsidTr="00814635">
        <w:tc>
          <w:tcPr>
            <w:tcW w:w="2555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707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:rsidRPr="00653B51" w14:paraId="24C276F9" w14:textId="77777777" w:rsidTr="00814635">
        <w:tc>
          <w:tcPr>
            <w:tcW w:w="2555" w:type="dxa"/>
          </w:tcPr>
          <w:p w14:paraId="2BE998B1" w14:textId="088C7285" w:rsidR="00F1480E" w:rsidRPr="0058210F" w:rsidRDefault="00F1480E" w:rsidP="005821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210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58210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7079" w:type="dxa"/>
          </w:tcPr>
          <w:p w14:paraId="3B9380D6" w14:textId="71440E5D" w:rsidR="00F1480E" w:rsidRPr="00653B51" w:rsidRDefault="00F1480E" w:rsidP="00653B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53B51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C082E" w:rsidRPr="00653B51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="00337E82" w:rsidRPr="00653B51">
              <w:rPr>
                <w:rStyle w:val="SITemporarytext-blue"/>
                <w:color w:val="auto"/>
                <w:sz w:val="20"/>
              </w:rPr>
              <w:t>Training</w:t>
            </w:r>
            <w:r w:rsidRPr="00653B51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653B51" w:rsidRPr="00653B51">
              <w:rPr>
                <w:rStyle w:val="SITemporarytext-blue"/>
                <w:color w:val="auto"/>
                <w:sz w:val="20"/>
              </w:rPr>
              <w:t>9</w:t>
            </w:r>
            <w:r w:rsidR="00337E82" w:rsidRPr="00653B51">
              <w:rPr>
                <w:rStyle w:val="SITemporarytext-blue"/>
                <w:color w:val="auto"/>
                <w:sz w:val="20"/>
              </w:rPr>
              <w:t>.0</w:t>
            </w:r>
            <w:r w:rsidRPr="00653B5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291CA33" w:rsidR="00F1480E" w:rsidRPr="00205F8D" w:rsidRDefault="00D67242" w:rsidP="00205F8D">
            <w:pPr>
              <w:pStyle w:val="SIQUALCODE"/>
            </w:pPr>
            <w:r>
              <w:t>AHC</w:t>
            </w:r>
            <w:r w:rsidR="00D06C96">
              <w:t>3</w:t>
            </w:r>
            <w:r w:rsidR="002114B8">
              <w:t>07</w:t>
            </w:r>
            <w:r w:rsidR="00814635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0771420C" w:rsidR="00F1480E" w:rsidRPr="00205F8D" w:rsidRDefault="00D06C96" w:rsidP="00205F8D">
            <w:pPr>
              <w:pStyle w:val="SIQUALtitle"/>
            </w:pPr>
            <w:r w:rsidRPr="00D06C96">
              <w:t>Certificate III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B132355" w14:textId="12ED339A" w:rsidR="00D06C96" w:rsidRDefault="00D06C96" w:rsidP="00EC082E">
            <w:pPr>
              <w:pStyle w:val="SIText"/>
            </w:pPr>
            <w:r w:rsidRPr="00D06C96">
              <w:t xml:space="preserve">This qualification </w:t>
            </w:r>
            <w:r w:rsidR="00EC082E">
              <w:t xml:space="preserve">describes the skills and knowledge for </w:t>
            </w:r>
            <w:r w:rsidR="00AC55E7">
              <w:t>general vocational job</w:t>
            </w:r>
            <w:r w:rsidR="00EC082E">
              <w:t xml:space="preserve"> roles</w:t>
            </w:r>
            <w:r w:rsidRPr="00D06C96">
              <w:t xml:space="preserve"> in </w:t>
            </w:r>
            <w:r w:rsidR="00EC082E">
              <w:t xml:space="preserve">the </w:t>
            </w:r>
            <w:r w:rsidRPr="00D06C96">
              <w:t>amenity horticulture</w:t>
            </w:r>
            <w:r w:rsidR="00EC082E">
              <w:t xml:space="preserve"> industry</w:t>
            </w:r>
            <w:r w:rsidRPr="00D06C96">
              <w:t>.</w:t>
            </w:r>
          </w:p>
          <w:p w14:paraId="30E168DF" w14:textId="07446765" w:rsidR="00AC55E7" w:rsidRDefault="00AC55E7" w:rsidP="00EC082E">
            <w:pPr>
              <w:pStyle w:val="SIText"/>
            </w:pPr>
          </w:p>
          <w:p w14:paraId="663F41FD" w14:textId="12362DDC" w:rsidR="00AC55E7" w:rsidRPr="00D06C96" w:rsidRDefault="00AC55E7" w:rsidP="00EC082E">
            <w:pPr>
              <w:pStyle w:val="SIText"/>
            </w:pPr>
            <w:r>
              <w:t>This qualification is not a trade qualification.</w:t>
            </w:r>
          </w:p>
          <w:p w14:paraId="303B4364" w14:textId="0F1F28EB" w:rsidR="00D06C96" w:rsidRDefault="00D06C96" w:rsidP="002D16D9">
            <w:pPr>
              <w:pStyle w:val="SIText"/>
            </w:pPr>
          </w:p>
          <w:p w14:paraId="3E48E66E" w14:textId="6CBCDD79" w:rsidR="002D16D9" w:rsidRPr="002D16D9" w:rsidRDefault="002D16D9" w:rsidP="00814635">
            <w:pPr>
              <w:pStyle w:val="SIText"/>
            </w:pPr>
            <w:r w:rsidRPr="002D16D9">
              <w:t>Individuals with this qualification perform tasks under broad supervision involving a broad range of skills</w:t>
            </w:r>
            <w:r w:rsidR="00524420">
              <w:t xml:space="preserve"> </w:t>
            </w:r>
            <w:r w:rsidRPr="002D16D9">
              <w:t>that are applied in a wide variety of contexts. Discretion and judgement in selecting and operating</w:t>
            </w:r>
            <w:r w:rsidR="00524420">
              <w:t xml:space="preserve"> </w:t>
            </w:r>
            <w:r w:rsidRPr="002D16D9">
              <w:t>equipment, coordinating resources and applying contingency measures during work.</w:t>
            </w:r>
          </w:p>
          <w:p w14:paraId="6EC20835" w14:textId="6039487C" w:rsidR="002D16D9" w:rsidRDefault="002D16D9" w:rsidP="002D16D9">
            <w:pPr>
              <w:pStyle w:val="SIText"/>
            </w:pPr>
          </w:p>
          <w:p w14:paraId="109EAA98" w14:textId="1D940358" w:rsidR="002D16D9" w:rsidRDefault="002D16D9" w:rsidP="002D16D9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0A19D667" w14:textId="77777777" w:rsidR="002D16D9" w:rsidRDefault="002D16D9" w:rsidP="002D16D9">
            <w:pPr>
              <w:pStyle w:val="SIText"/>
            </w:pPr>
          </w:p>
          <w:p w14:paraId="17D9FEF5" w14:textId="0C0A5149" w:rsidR="00D67242" w:rsidRPr="00205F8D" w:rsidRDefault="00D06C96" w:rsidP="000D73BF">
            <w:pPr>
              <w:pStyle w:val="SIText"/>
            </w:pPr>
            <w:r w:rsidRPr="00D06C9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02DD2501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5C0DBDEC" w14:textId="77777777" w:rsidR="000D73BF" w:rsidRPr="000D73BF" w:rsidRDefault="000D73BF" w:rsidP="00EC082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0849E9F6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AC55E7">
              <w:t>7</w:t>
            </w:r>
            <w:r w:rsidRPr="000D73BF">
              <w:t xml:space="preserve"> units of competency:</w:t>
            </w:r>
          </w:p>
          <w:p w14:paraId="1605CC55" w14:textId="16A1486E" w:rsidR="000D73BF" w:rsidRPr="000D73BF" w:rsidRDefault="00AC55E7" w:rsidP="000D73BF">
            <w:pPr>
              <w:pStyle w:val="SIBulletList2"/>
            </w:pPr>
            <w:r>
              <w:t>11</w:t>
            </w:r>
            <w:r w:rsidR="000D73BF" w:rsidRPr="000D73BF">
              <w:t xml:space="preserve"> core units plus</w:t>
            </w:r>
          </w:p>
          <w:p w14:paraId="777C8575" w14:textId="5786E05A" w:rsidR="000D73BF" w:rsidRDefault="00AC55E7" w:rsidP="000D73BF">
            <w:pPr>
              <w:pStyle w:val="SIBulletList2"/>
            </w:pPr>
            <w:r>
              <w:t>6</w:t>
            </w:r>
            <w:r w:rsidR="000D73BF" w:rsidRPr="000D73BF">
              <w:t xml:space="preserve"> elective units.</w:t>
            </w:r>
          </w:p>
          <w:p w14:paraId="0B4900C4" w14:textId="6B117634" w:rsidR="00D06C96" w:rsidRDefault="00D06C96" w:rsidP="00D06C96">
            <w:pPr>
              <w:pStyle w:val="SIBulletList2"/>
              <w:numPr>
                <w:ilvl w:val="0"/>
                <w:numId w:val="0"/>
              </w:numPr>
            </w:pPr>
          </w:p>
          <w:p w14:paraId="17F095B0" w14:textId="01EAC67E" w:rsidR="002D16D9" w:rsidRDefault="002D16D9" w:rsidP="00D06C96">
            <w:pPr>
              <w:pStyle w:val="SIBulletList2"/>
              <w:numPr>
                <w:ilvl w:val="0"/>
                <w:numId w:val="0"/>
              </w:numPr>
            </w:pPr>
            <w:r w:rsidRPr="002D16D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FF41BA4" w14:textId="6C59BB1A" w:rsidR="00D06C96" w:rsidRPr="00D06C96" w:rsidRDefault="00AC55E7" w:rsidP="00D06C96">
            <w:pPr>
              <w:pStyle w:val="SIBulletList1"/>
            </w:pPr>
            <w:r>
              <w:t>3</w:t>
            </w:r>
            <w:r w:rsidR="00D06C96" w:rsidRPr="00D06C96">
              <w:t xml:space="preserve"> units </w:t>
            </w:r>
            <w:r w:rsidR="002D16D9">
              <w:t xml:space="preserve">must be </w:t>
            </w:r>
            <w:r w:rsidR="00D06C96" w:rsidRPr="00D06C96">
              <w:t xml:space="preserve">from </w:t>
            </w:r>
            <w:r w:rsidR="002D16D9">
              <w:t xml:space="preserve">the </w:t>
            </w:r>
            <w:r w:rsidR="00D06C96" w:rsidRPr="00D06C96">
              <w:t>elective</w:t>
            </w:r>
            <w:r w:rsidR="002D16D9">
              <w:t>s</w:t>
            </w:r>
            <w:r w:rsidR="00D06C96" w:rsidRPr="00D06C96">
              <w:t xml:space="preserve"> list</w:t>
            </w:r>
            <w:r w:rsidR="002D16D9">
              <w:t>ed</w:t>
            </w:r>
            <w:r w:rsidR="00D06C96" w:rsidRPr="00D06C96">
              <w:t xml:space="preserve"> below</w:t>
            </w:r>
          </w:p>
          <w:p w14:paraId="1AE5D640" w14:textId="6378A911" w:rsidR="00D06C96" w:rsidRPr="00D06C96" w:rsidRDefault="00D06C96" w:rsidP="002D16D9">
            <w:pPr>
              <w:pStyle w:val="SIBulletList1"/>
            </w:pPr>
            <w:r w:rsidRPr="00D06C96">
              <w:t xml:space="preserve">3 units </w:t>
            </w:r>
            <w:r w:rsidR="002D16D9">
              <w:t xml:space="preserve">must be from the remaining </w:t>
            </w:r>
            <w:r w:rsidR="00A03709">
              <w:t>electives</w:t>
            </w:r>
            <w:r w:rsidR="002D16D9">
              <w:t xml:space="preserve"> listed</w:t>
            </w:r>
            <w:r w:rsidRPr="00D06C96">
              <w:t xml:space="preserve"> below</w:t>
            </w:r>
            <w:r w:rsidR="002D16D9">
              <w:t>,</w:t>
            </w:r>
            <w:r w:rsidRPr="00D06C96">
              <w:t xml:space="preserve"> or any </w:t>
            </w:r>
            <w:r w:rsidR="002D16D9">
              <w:t>currently</w:t>
            </w:r>
            <w:r w:rsidRPr="00D06C96">
              <w:t xml:space="preserve"> endorsed Training Package or </w:t>
            </w:r>
            <w:r w:rsidR="002D16D9">
              <w:t>a</w:t>
            </w:r>
            <w:r w:rsidRPr="00D06C96">
              <w:t xml:space="preserve">ccredited </w:t>
            </w:r>
            <w:r w:rsidR="002D16D9">
              <w:t>c</w:t>
            </w:r>
            <w:r w:rsidRPr="00D06C96">
              <w:t>ourse</w:t>
            </w:r>
            <w:r w:rsidR="002D16D9"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AC55E7" w:rsidRPr="00123255" w14:paraId="1DE8EFD3" w14:textId="77777777" w:rsidTr="0051439B">
              <w:tc>
                <w:tcPr>
                  <w:tcW w:w="2002" w:type="dxa"/>
                </w:tcPr>
                <w:p w14:paraId="1A9832A7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AHCCHM304</w:t>
                  </w:r>
                </w:p>
              </w:tc>
              <w:tc>
                <w:tcPr>
                  <w:tcW w:w="5528" w:type="dxa"/>
                </w:tcPr>
                <w:p w14:paraId="5BDBE4E4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Transport</w:t>
                  </w:r>
                  <w:r w:rsidRPr="00AC55E7">
                    <w:t xml:space="preserve"> and store chemicals</w:t>
                  </w:r>
                </w:p>
              </w:tc>
            </w:tr>
            <w:tr w:rsidR="00AC55E7" w:rsidRPr="00123255" w14:paraId="4E6DFD51" w14:textId="77777777" w:rsidTr="0051439B">
              <w:tc>
                <w:tcPr>
                  <w:tcW w:w="2002" w:type="dxa"/>
                </w:tcPr>
                <w:p w14:paraId="68EEDC9F" w14:textId="2041CB06" w:rsidR="00AC55E7" w:rsidRPr="00AC55E7" w:rsidRDefault="00AC55E7" w:rsidP="00AC55E7">
                  <w:pPr>
                    <w:pStyle w:val="SIText"/>
                  </w:pPr>
                  <w:r w:rsidRPr="00123255">
                    <w:t>AHCCHM30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2E92BD1E" w14:textId="56F2241F" w:rsidR="00AC55E7" w:rsidRPr="00AC55E7" w:rsidRDefault="00AC55E7" w:rsidP="00AC55E7">
                  <w:pPr>
                    <w:pStyle w:val="SIText"/>
                  </w:pPr>
                  <w:r w:rsidRPr="00123255">
                    <w:t>Prepare and apply chemicals</w:t>
                  </w:r>
                  <w:r>
                    <w:t xml:space="preserve"> to control pest, weeds and diseases</w:t>
                  </w:r>
                </w:p>
              </w:tc>
            </w:tr>
            <w:tr w:rsidR="00AC55E7" w:rsidRPr="00123255" w14:paraId="46137790" w14:textId="77777777" w:rsidTr="0051439B">
              <w:tc>
                <w:tcPr>
                  <w:tcW w:w="2002" w:type="dxa"/>
                </w:tcPr>
                <w:p w14:paraId="7E4C1076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AHCIRG3</w:t>
                  </w:r>
                  <w:r w:rsidRPr="00AC55E7">
                    <w:t>46</w:t>
                  </w:r>
                </w:p>
              </w:tc>
              <w:tc>
                <w:tcPr>
                  <w:tcW w:w="5528" w:type="dxa"/>
                </w:tcPr>
                <w:p w14:paraId="47208823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Operate pressurised irrigation systems</w:t>
                  </w:r>
                </w:p>
              </w:tc>
            </w:tr>
            <w:tr w:rsidR="00AC55E7" w:rsidRPr="00123255" w14:paraId="13C36914" w14:textId="77777777" w:rsidTr="0051439B">
              <w:tc>
                <w:tcPr>
                  <w:tcW w:w="2002" w:type="dxa"/>
                </w:tcPr>
                <w:p w14:paraId="0B2E1244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AHCMOM304</w:t>
                  </w:r>
                </w:p>
              </w:tc>
              <w:tc>
                <w:tcPr>
                  <w:tcW w:w="5528" w:type="dxa"/>
                </w:tcPr>
                <w:p w14:paraId="017F82A3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Operate machinery and equipment</w:t>
                  </w:r>
                </w:p>
              </w:tc>
            </w:tr>
            <w:tr w:rsidR="001E050F" w:rsidRPr="00123255" w14:paraId="3CEBC9CA" w14:textId="77777777" w:rsidTr="0051439B">
              <w:tc>
                <w:tcPr>
                  <w:tcW w:w="2002" w:type="dxa"/>
                </w:tcPr>
                <w:p w14:paraId="6DDA18BC" w14:textId="662FA572" w:rsidR="001E050F" w:rsidRPr="00123255" w:rsidRDefault="001E050F" w:rsidP="0051439B">
                  <w:pPr>
                    <w:pStyle w:val="SIText"/>
                  </w:pPr>
                  <w:r>
                    <w:t>AHCPCM3X</w:t>
                  </w:r>
                  <w:r w:rsidR="00127EF9">
                    <w:t>8</w:t>
                  </w:r>
                </w:p>
              </w:tc>
              <w:tc>
                <w:tcPr>
                  <w:tcW w:w="5528" w:type="dxa"/>
                </w:tcPr>
                <w:p w14:paraId="62F3C57A" w14:textId="0F55CB36" w:rsidR="001E050F" w:rsidRPr="00123255" w:rsidRDefault="001E050F" w:rsidP="0051439B">
                  <w:pPr>
                    <w:pStyle w:val="SIText"/>
                  </w:pPr>
                  <w:r>
                    <w:t>Identify and select plants</w:t>
                  </w:r>
                </w:p>
              </w:tc>
            </w:tr>
            <w:tr w:rsidR="0051439B" w:rsidRPr="00123255" w14:paraId="3390F235" w14:textId="77777777" w:rsidTr="0051439B">
              <w:tc>
                <w:tcPr>
                  <w:tcW w:w="2002" w:type="dxa"/>
                </w:tcPr>
                <w:p w14:paraId="650A1FDB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AHCPGD30</w:t>
                  </w:r>
                  <w:r w:rsidRPr="0051439B">
                    <w:t>9</w:t>
                  </w:r>
                </w:p>
              </w:tc>
              <w:tc>
                <w:tcPr>
                  <w:tcW w:w="5528" w:type="dxa"/>
                </w:tcPr>
                <w:p w14:paraId="50750014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Perform specialist amenity pruning</w:t>
                  </w:r>
                </w:p>
              </w:tc>
            </w:tr>
            <w:tr w:rsidR="00D06C96" w:rsidRPr="005C7EA8" w14:paraId="0236FD63" w14:textId="77777777" w:rsidTr="0051439B">
              <w:tc>
                <w:tcPr>
                  <w:tcW w:w="2002" w:type="dxa"/>
                </w:tcPr>
                <w:p w14:paraId="7A397C20" w14:textId="252ADB66" w:rsidR="00D06C96" w:rsidRPr="00D06C96" w:rsidRDefault="00D06C96" w:rsidP="00D06C96">
                  <w:pPr>
                    <w:pStyle w:val="SIText"/>
                  </w:pPr>
                  <w:r w:rsidRPr="00D06C96">
                    <w:t>AHCPMG301</w:t>
                  </w:r>
                </w:p>
              </w:tc>
              <w:tc>
                <w:tcPr>
                  <w:tcW w:w="5528" w:type="dxa"/>
                </w:tcPr>
                <w:p w14:paraId="0A5BE398" w14:textId="56A088B1" w:rsidR="00D06C96" w:rsidRPr="00D06C96" w:rsidRDefault="00D06C96" w:rsidP="00D06C96">
                  <w:pPr>
                    <w:pStyle w:val="SIText"/>
                  </w:pPr>
                  <w:r w:rsidRPr="00D06C96">
                    <w:t>Control weeds</w:t>
                  </w:r>
                </w:p>
              </w:tc>
            </w:tr>
            <w:tr w:rsidR="00D06C96" w:rsidRPr="005C7EA8" w14:paraId="5E49FAB6" w14:textId="77777777" w:rsidTr="0051439B">
              <w:tc>
                <w:tcPr>
                  <w:tcW w:w="2002" w:type="dxa"/>
                </w:tcPr>
                <w:p w14:paraId="12A3772A" w14:textId="549F35E2" w:rsidR="00D06C96" w:rsidRPr="00D06C96" w:rsidRDefault="00D06C96" w:rsidP="00D06C96">
                  <w:pPr>
                    <w:pStyle w:val="SIText"/>
                  </w:pPr>
                  <w:r w:rsidRPr="00D06C96">
                    <w:t>AHCPMG302</w:t>
                  </w:r>
                </w:p>
              </w:tc>
              <w:tc>
                <w:tcPr>
                  <w:tcW w:w="5528" w:type="dxa"/>
                </w:tcPr>
                <w:p w14:paraId="241F4294" w14:textId="70B44460" w:rsidR="00D06C96" w:rsidRPr="00D06C96" w:rsidRDefault="00D06C96" w:rsidP="00D06C96">
                  <w:pPr>
                    <w:pStyle w:val="SIText"/>
                  </w:pPr>
                  <w:r w:rsidRPr="00D06C96">
                    <w:t>Control plant pests, diseases and disorders</w:t>
                  </w:r>
                </w:p>
              </w:tc>
            </w:tr>
            <w:tr w:rsidR="00D06C96" w:rsidRPr="005C7EA8" w14:paraId="663488F9" w14:textId="77777777" w:rsidTr="0051439B">
              <w:tc>
                <w:tcPr>
                  <w:tcW w:w="2002" w:type="dxa"/>
                </w:tcPr>
                <w:p w14:paraId="5723F4E1" w14:textId="0042337F" w:rsidR="00D06C96" w:rsidRPr="00D06C96" w:rsidRDefault="00D06C96" w:rsidP="00D06C96">
                  <w:pPr>
                    <w:pStyle w:val="SIText"/>
                  </w:pPr>
                  <w:r w:rsidRPr="00D06C96">
                    <w:t>AHCSOL30</w:t>
                  </w:r>
                  <w:r w:rsidR="00565C79">
                    <w:t>4</w:t>
                  </w:r>
                </w:p>
              </w:tc>
              <w:tc>
                <w:tcPr>
                  <w:tcW w:w="5528" w:type="dxa"/>
                </w:tcPr>
                <w:p w14:paraId="197630A2" w14:textId="5C2B91F3" w:rsidR="00D06C96" w:rsidRPr="00D06C96" w:rsidRDefault="00D06C96" w:rsidP="00D06C96">
                  <w:pPr>
                    <w:pStyle w:val="SIText"/>
                  </w:pPr>
                  <w:r w:rsidRPr="00D06C96">
                    <w:t>Implement soil improvements for garden and turf areas</w:t>
                  </w:r>
                </w:p>
              </w:tc>
            </w:tr>
            <w:tr w:rsidR="009F1B29" w:rsidRPr="00F97487" w14:paraId="3D42011C" w14:textId="77777777" w:rsidTr="0051439B">
              <w:tc>
                <w:tcPr>
                  <w:tcW w:w="2002" w:type="dxa"/>
                </w:tcPr>
                <w:p w14:paraId="28D0EA18" w14:textId="77777777" w:rsidR="009F1B29" w:rsidRPr="00C205C7" w:rsidRDefault="009F1B29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AHCWHS3X1</w:t>
                  </w:r>
                </w:p>
              </w:tc>
              <w:tc>
                <w:tcPr>
                  <w:tcW w:w="5528" w:type="dxa"/>
                </w:tcPr>
                <w:p w14:paraId="71B16379" w14:textId="77777777" w:rsidR="009F1B29" w:rsidRPr="00C205C7" w:rsidRDefault="009F1B29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Contribute to workplace health and safety processes</w:t>
                  </w:r>
                </w:p>
              </w:tc>
            </w:tr>
            <w:tr w:rsidR="0051439B" w:rsidRPr="0051372F" w14:paraId="748FD8E1" w14:textId="77777777" w:rsidTr="0051439B">
              <w:tc>
                <w:tcPr>
                  <w:tcW w:w="2002" w:type="dxa"/>
                </w:tcPr>
                <w:p w14:paraId="40CA704D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AHCWRK3</w:t>
                  </w:r>
                  <w:r w:rsidRPr="0051439B">
                    <w:t>X9</w:t>
                  </w:r>
                </w:p>
              </w:tc>
              <w:tc>
                <w:tcPr>
                  <w:tcW w:w="5528" w:type="dxa"/>
                </w:tcPr>
                <w:p w14:paraId="31430E7F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B7D1D48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9D93E9A" w14:textId="70603EF4" w:rsidR="002D16D9" w:rsidRPr="002D16D9" w:rsidRDefault="002D16D9" w:rsidP="00565C79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123255" w:rsidRPr="005C7EA8" w14:paraId="7888A6F4" w14:textId="77777777" w:rsidTr="0051439B">
              <w:tc>
                <w:tcPr>
                  <w:tcW w:w="2002" w:type="dxa"/>
                </w:tcPr>
                <w:p w14:paraId="5E05DC3B" w14:textId="06BE49E2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</w:t>
                  </w:r>
                  <w:r w:rsidR="00565C79" w:rsidRPr="00720E4E">
                    <w:t>14</w:t>
                  </w:r>
                </w:p>
              </w:tc>
              <w:tc>
                <w:tcPr>
                  <w:tcW w:w="5528" w:type="dxa"/>
                </w:tcPr>
                <w:p w14:paraId="21DEB9BF" w14:textId="0A7D54FE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Implement a tree maintenance program</w:t>
                  </w:r>
                </w:p>
              </w:tc>
            </w:tr>
            <w:tr w:rsidR="00123255" w:rsidRPr="005C7EA8" w14:paraId="44079930" w14:textId="77777777" w:rsidTr="0051439B">
              <w:tc>
                <w:tcPr>
                  <w:tcW w:w="2002" w:type="dxa"/>
                </w:tcPr>
                <w:p w14:paraId="5E456A19" w14:textId="4D25262A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</w:t>
                  </w:r>
                  <w:r w:rsidR="00565C79" w:rsidRPr="00720E4E">
                    <w:t>16</w:t>
                  </w:r>
                </w:p>
              </w:tc>
              <w:tc>
                <w:tcPr>
                  <w:tcW w:w="5528" w:type="dxa"/>
                </w:tcPr>
                <w:p w14:paraId="2804323A" w14:textId="31D6FFAE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Perform pruning operations</w:t>
                  </w:r>
                </w:p>
              </w:tc>
            </w:tr>
            <w:tr w:rsidR="0051439B" w:rsidRPr="005C7EA8" w14:paraId="4793B89E" w14:textId="77777777" w:rsidTr="0051439B">
              <w:tc>
                <w:tcPr>
                  <w:tcW w:w="2002" w:type="dxa"/>
                </w:tcPr>
                <w:p w14:paraId="681680E3" w14:textId="33654F0D" w:rsidR="0051439B" w:rsidRPr="00720E4E" w:rsidRDefault="0051439B" w:rsidP="00720E4E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528" w:type="dxa"/>
                </w:tcPr>
                <w:p w14:paraId="425B6738" w14:textId="55245982" w:rsidR="0051439B" w:rsidRPr="00720E4E" w:rsidRDefault="0051439B" w:rsidP="00720E4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B710A0" w:rsidRPr="005C7EA8" w14:paraId="1A132EC7" w14:textId="77777777" w:rsidTr="0051439B">
              <w:tc>
                <w:tcPr>
                  <w:tcW w:w="2002" w:type="dxa"/>
                </w:tcPr>
                <w:p w14:paraId="17B5C742" w14:textId="0E7D5B39" w:rsidR="00B710A0" w:rsidRPr="00123255" w:rsidRDefault="00B710A0" w:rsidP="00123255">
                  <w:pPr>
                    <w:pStyle w:val="SIText"/>
                  </w:pPr>
                  <w:r>
                    <w:t>AHCHYD301</w:t>
                  </w:r>
                </w:p>
              </w:tc>
              <w:tc>
                <w:tcPr>
                  <w:tcW w:w="5528" w:type="dxa"/>
                </w:tcPr>
                <w:p w14:paraId="33A9F470" w14:textId="2FC9FBB4" w:rsidR="00B710A0" w:rsidRPr="00123255" w:rsidRDefault="00B710A0" w:rsidP="00123255">
                  <w:pPr>
                    <w:pStyle w:val="SIText"/>
                  </w:pPr>
                  <w:r>
                    <w:t>Implement a maintenance program for hydroponic systems</w:t>
                  </w:r>
                </w:p>
              </w:tc>
            </w:tr>
            <w:tr w:rsidR="00B710A0" w:rsidRPr="005C7EA8" w14:paraId="424C273E" w14:textId="77777777" w:rsidTr="0051439B">
              <w:tc>
                <w:tcPr>
                  <w:tcW w:w="2002" w:type="dxa"/>
                </w:tcPr>
                <w:p w14:paraId="58E289E6" w14:textId="02AAA121" w:rsidR="00B710A0" w:rsidRDefault="00B710A0" w:rsidP="00123255">
                  <w:pPr>
                    <w:pStyle w:val="SIText"/>
                  </w:pPr>
                  <w:r>
                    <w:t>AHCIRG337</w:t>
                  </w:r>
                </w:p>
              </w:tc>
              <w:tc>
                <w:tcPr>
                  <w:tcW w:w="5528" w:type="dxa"/>
                </w:tcPr>
                <w:p w14:paraId="05D11CD7" w14:textId="7441C566" w:rsidR="00B710A0" w:rsidRDefault="00B710A0" w:rsidP="00123255">
                  <w:pPr>
                    <w:pStyle w:val="SIText"/>
                  </w:pPr>
                  <w:r>
                    <w:t>Measure irrigation delivery system performance</w:t>
                  </w:r>
                </w:p>
              </w:tc>
            </w:tr>
            <w:tr w:rsidR="00123255" w:rsidRPr="005C7EA8" w14:paraId="24CF1E1A" w14:textId="77777777" w:rsidTr="0051439B">
              <w:tc>
                <w:tcPr>
                  <w:tcW w:w="2002" w:type="dxa"/>
                </w:tcPr>
                <w:p w14:paraId="0FD08EF4" w14:textId="705FC7B0" w:rsidR="00123255" w:rsidRPr="00123255" w:rsidRDefault="00123255" w:rsidP="00123255">
                  <w:pPr>
                    <w:pStyle w:val="SIText"/>
                  </w:pPr>
                  <w:r w:rsidRPr="00123255">
                    <w:t>AHCIRG3</w:t>
                  </w:r>
                  <w:r w:rsidR="007743E6">
                    <w:t>38</w:t>
                  </w:r>
                </w:p>
              </w:tc>
              <w:tc>
                <w:tcPr>
                  <w:tcW w:w="5528" w:type="dxa"/>
                </w:tcPr>
                <w:p w14:paraId="4F08EF3F" w14:textId="15791A95" w:rsidR="00123255" w:rsidRPr="00123255" w:rsidRDefault="00123255" w:rsidP="00123255">
                  <w:pPr>
                    <w:pStyle w:val="SIText"/>
                  </w:pPr>
                  <w:r w:rsidRPr="00123255">
                    <w:t>Troubleshoot irrigation systems</w:t>
                  </w:r>
                </w:p>
              </w:tc>
            </w:tr>
            <w:tr w:rsidR="00123255" w:rsidRPr="005C7EA8" w14:paraId="738A7696" w14:textId="77777777" w:rsidTr="0051439B">
              <w:tc>
                <w:tcPr>
                  <w:tcW w:w="2002" w:type="dxa"/>
                </w:tcPr>
                <w:p w14:paraId="1EBE9C3D" w14:textId="0A03C933" w:rsidR="00123255" w:rsidRPr="00123255" w:rsidRDefault="00123255" w:rsidP="00123255">
                  <w:pPr>
                    <w:pStyle w:val="SIText"/>
                  </w:pPr>
                  <w:r w:rsidRPr="00123255">
                    <w:t>AHCLSC3</w:t>
                  </w:r>
                  <w:r w:rsidR="007743E6">
                    <w:t>1</w:t>
                  </w:r>
                  <w:r w:rsidRPr="00123255">
                    <w:t>6</w:t>
                  </w:r>
                </w:p>
              </w:tc>
              <w:tc>
                <w:tcPr>
                  <w:tcW w:w="5528" w:type="dxa"/>
                </w:tcPr>
                <w:p w14:paraId="117C95C6" w14:textId="4C624BC8" w:rsidR="00123255" w:rsidRPr="00123255" w:rsidRDefault="00123255" w:rsidP="00123255">
                  <w:pPr>
                    <w:pStyle w:val="SIText"/>
                  </w:pPr>
                  <w:r w:rsidRPr="00123255">
                    <w:t>Implement a paving project</w:t>
                  </w:r>
                </w:p>
              </w:tc>
            </w:tr>
            <w:tr w:rsidR="0051439B" w:rsidRPr="005C7EA8" w14:paraId="51C46C18" w14:textId="77777777" w:rsidTr="0051439B">
              <w:tc>
                <w:tcPr>
                  <w:tcW w:w="2002" w:type="dxa"/>
                </w:tcPr>
                <w:p w14:paraId="2D1F27DD" w14:textId="5DB27CD2" w:rsidR="0051439B" w:rsidRPr="00123255" w:rsidRDefault="0051439B" w:rsidP="00123255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528" w:type="dxa"/>
                </w:tcPr>
                <w:p w14:paraId="1F491557" w14:textId="6348AA6C" w:rsidR="0051439B" w:rsidRPr="00123255" w:rsidRDefault="0051439B" w:rsidP="00123255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123255" w:rsidRPr="005C7EA8" w14:paraId="5BE8F863" w14:textId="77777777" w:rsidTr="0051439B">
              <w:tc>
                <w:tcPr>
                  <w:tcW w:w="2002" w:type="dxa"/>
                </w:tcPr>
                <w:p w14:paraId="1B901C8A" w14:textId="4E63B853" w:rsidR="00123255" w:rsidRPr="00123255" w:rsidRDefault="00123255" w:rsidP="00123255">
                  <w:pPr>
                    <w:pStyle w:val="SIText"/>
                  </w:pPr>
                  <w:r w:rsidRPr="00123255">
                    <w:t>AHCNSY30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02A3AB22" w14:textId="10936010" w:rsidR="00123255" w:rsidRPr="00123255" w:rsidRDefault="00123255" w:rsidP="00123255">
                  <w:pPr>
                    <w:pStyle w:val="SIText"/>
                  </w:pPr>
                  <w:r w:rsidRPr="00123255">
                    <w:t>Maintain nursery plants</w:t>
                  </w:r>
                </w:p>
              </w:tc>
            </w:tr>
            <w:tr w:rsidR="00123255" w:rsidRPr="005C7EA8" w14:paraId="2E3B862A" w14:textId="77777777" w:rsidTr="0051439B">
              <w:tc>
                <w:tcPr>
                  <w:tcW w:w="2002" w:type="dxa"/>
                </w:tcPr>
                <w:p w14:paraId="629CC2F2" w14:textId="2827F5C4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32EFA28B" w14:textId="42049520" w:rsidR="00123255" w:rsidRPr="00123255" w:rsidRDefault="00123255" w:rsidP="00123255">
                  <w:pPr>
                    <w:pStyle w:val="SIText"/>
                  </w:pPr>
                  <w:r w:rsidRPr="00123255">
                    <w:t>Install and maintain plant displays</w:t>
                  </w:r>
                </w:p>
              </w:tc>
            </w:tr>
            <w:tr w:rsidR="00123255" w:rsidRPr="005C7EA8" w14:paraId="6803DE0E" w14:textId="77777777" w:rsidTr="0051439B">
              <w:tc>
                <w:tcPr>
                  <w:tcW w:w="2002" w:type="dxa"/>
                </w:tcPr>
                <w:p w14:paraId="5850D148" w14:textId="2F8BFC44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12</w:t>
                  </w:r>
                </w:p>
              </w:tc>
              <w:tc>
                <w:tcPr>
                  <w:tcW w:w="5528" w:type="dxa"/>
                </w:tcPr>
                <w:p w14:paraId="2F79A035" w14:textId="5ACC0AF2" w:rsidR="00123255" w:rsidRPr="00123255" w:rsidRDefault="00123255" w:rsidP="00123255">
                  <w:pPr>
                    <w:pStyle w:val="SIText"/>
                  </w:pPr>
                  <w:r w:rsidRPr="00123255">
                    <w:t>Prepare specialised plants</w:t>
                  </w:r>
                </w:p>
              </w:tc>
            </w:tr>
            <w:tr w:rsidR="00123255" w:rsidRPr="005C7EA8" w14:paraId="14D50FDE" w14:textId="77777777" w:rsidTr="0051439B">
              <w:tc>
                <w:tcPr>
                  <w:tcW w:w="2002" w:type="dxa"/>
                </w:tcPr>
                <w:p w14:paraId="776A9FE4" w14:textId="28598383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13</w:t>
                  </w:r>
                </w:p>
              </w:tc>
              <w:tc>
                <w:tcPr>
                  <w:tcW w:w="5528" w:type="dxa"/>
                </w:tcPr>
                <w:p w14:paraId="5084E1BE" w14:textId="2C5AA477" w:rsidR="00123255" w:rsidRPr="00123255" w:rsidRDefault="00123255" w:rsidP="00123255">
                  <w:pPr>
                    <w:pStyle w:val="SIText"/>
                  </w:pPr>
                  <w:r w:rsidRPr="00123255">
                    <w:t>Implement a propagation plan</w:t>
                  </w:r>
                </w:p>
              </w:tc>
            </w:tr>
            <w:tr w:rsidR="001D6E75" w:rsidRPr="005C7EA8" w14:paraId="5E2D408A" w14:textId="77777777" w:rsidTr="0051439B">
              <w:tc>
                <w:tcPr>
                  <w:tcW w:w="2002" w:type="dxa"/>
                </w:tcPr>
                <w:p w14:paraId="066D5648" w14:textId="085B481D" w:rsidR="001D6E75" w:rsidRPr="00123255" w:rsidRDefault="001D6E75" w:rsidP="00123255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528" w:type="dxa"/>
                </w:tcPr>
                <w:p w14:paraId="2B93BFAE" w14:textId="3AB068F3" w:rsidR="001D6E75" w:rsidRPr="00123255" w:rsidRDefault="001D6E75" w:rsidP="00123255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814635" w:rsidRPr="005C7EA8" w14:paraId="76D8D9DF" w14:textId="77777777" w:rsidTr="0051439B">
              <w:tc>
                <w:tcPr>
                  <w:tcW w:w="2002" w:type="dxa"/>
                </w:tcPr>
                <w:p w14:paraId="7B3DB790" w14:textId="77777777" w:rsidR="00565C79" w:rsidRPr="00565C79" w:rsidRDefault="00565C79" w:rsidP="00565C79">
                  <w:pPr>
                    <w:pStyle w:val="SIText"/>
                  </w:pPr>
                  <w:r w:rsidRPr="00565C79">
                    <w:t>AHCPCM303</w:t>
                  </w:r>
                </w:p>
              </w:tc>
              <w:tc>
                <w:tcPr>
                  <w:tcW w:w="5528" w:type="dxa"/>
                </w:tcPr>
                <w:p w14:paraId="09B81A62" w14:textId="77777777" w:rsidR="00565C79" w:rsidRPr="00565C79" w:rsidRDefault="00565C79" w:rsidP="00565C79">
                  <w:pPr>
                    <w:pStyle w:val="SIText"/>
                  </w:pPr>
                  <w:r w:rsidRPr="00565C79">
                    <w:t>Identify plant specimens</w:t>
                  </w:r>
                </w:p>
              </w:tc>
            </w:tr>
            <w:tr w:rsidR="00123255" w:rsidRPr="005C7EA8" w14:paraId="2B5624FB" w14:textId="77777777" w:rsidTr="0051439B">
              <w:tc>
                <w:tcPr>
                  <w:tcW w:w="2002" w:type="dxa"/>
                </w:tcPr>
                <w:p w14:paraId="7DC82D1F" w14:textId="47284EC8" w:rsidR="00123255" w:rsidRPr="00123255" w:rsidRDefault="00123255" w:rsidP="00123255">
                  <w:pPr>
                    <w:pStyle w:val="SIText"/>
                  </w:pPr>
                  <w:r w:rsidRPr="00123255">
                    <w:t>AHCPCM30</w:t>
                  </w:r>
                  <w:r w:rsidR="00565C79">
                    <w:t>5</w:t>
                  </w:r>
                </w:p>
              </w:tc>
              <w:tc>
                <w:tcPr>
                  <w:tcW w:w="5528" w:type="dxa"/>
                </w:tcPr>
                <w:p w14:paraId="0377F09B" w14:textId="1D647332" w:rsidR="00123255" w:rsidRPr="00123255" w:rsidRDefault="00123255" w:rsidP="00123255">
                  <w:pPr>
                    <w:pStyle w:val="SIText"/>
                  </w:pPr>
                  <w:r w:rsidRPr="00123255">
                    <w:t>Implement a plant nutrition program</w:t>
                  </w:r>
                </w:p>
              </w:tc>
            </w:tr>
            <w:tr w:rsidR="00721158" w:rsidRPr="00D06C96" w14:paraId="1F1B15F4" w14:textId="77777777" w:rsidTr="002712EB">
              <w:tc>
                <w:tcPr>
                  <w:tcW w:w="2002" w:type="dxa"/>
                </w:tcPr>
                <w:p w14:paraId="44130667" w14:textId="77777777" w:rsidR="00721158" w:rsidRPr="00721158" w:rsidRDefault="00721158" w:rsidP="00721158">
                  <w:pPr>
                    <w:pStyle w:val="SIText"/>
                  </w:pPr>
                  <w:r w:rsidRPr="00D06C96">
                    <w:t>AHCPCM30</w:t>
                  </w:r>
                  <w:r w:rsidRPr="00721158">
                    <w:t>6</w:t>
                  </w:r>
                </w:p>
              </w:tc>
              <w:tc>
                <w:tcPr>
                  <w:tcW w:w="5528" w:type="dxa"/>
                </w:tcPr>
                <w:p w14:paraId="28E97430" w14:textId="77777777" w:rsidR="00721158" w:rsidRPr="00721158" w:rsidRDefault="00721158" w:rsidP="00721158">
                  <w:pPr>
                    <w:pStyle w:val="SIText"/>
                  </w:pPr>
                  <w:r w:rsidRPr="00D06C96">
                    <w:t>Provide information on plants and their culture</w:t>
                  </w:r>
                </w:p>
              </w:tc>
            </w:tr>
            <w:tr w:rsidR="00814635" w:rsidRPr="005C7EA8" w14:paraId="0BD86BA0" w14:textId="77777777" w:rsidTr="0051439B">
              <w:tc>
                <w:tcPr>
                  <w:tcW w:w="2002" w:type="dxa"/>
                </w:tcPr>
                <w:p w14:paraId="399FD95B" w14:textId="058C8CEF" w:rsidR="00565C79" w:rsidRPr="00814AF5" w:rsidRDefault="00565C79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AHCPCM307</w:t>
                  </w:r>
                </w:p>
              </w:tc>
              <w:tc>
                <w:tcPr>
                  <w:tcW w:w="5528" w:type="dxa"/>
                </w:tcPr>
                <w:p w14:paraId="4462580B" w14:textId="77777777" w:rsidR="00565C79" w:rsidRPr="00814AF5" w:rsidRDefault="00565C79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Report on health and condition of trees</w:t>
                  </w:r>
                </w:p>
              </w:tc>
            </w:tr>
            <w:tr w:rsidR="00123255" w:rsidRPr="005C7EA8" w14:paraId="2CA44FB4" w14:textId="77777777" w:rsidTr="0051439B">
              <w:tc>
                <w:tcPr>
                  <w:tcW w:w="2002" w:type="dxa"/>
                </w:tcPr>
                <w:p w14:paraId="198F4239" w14:textId="706330CF" w:rsidR="00123255" w:rsidRPr="00123255" w:rsidRDefault="00123255" w:rsidP="00123255">
                  <w:pPr>
                    <w:pStyle w:val="SIText"/>
                  </w:pPr>
                  <w:r w:rsidRPr="00123255">
                    <w:t>AHCPGD30</w:t>
                  </w:r>
                  <w:r w:rsidR="00814635">
                    <w:t>7</w:t>
                  </w:r>
                </w:p>
              </w:tc>
              <w:tc>
                <w:tcPr>
                  <w:tcW w:w="5528" w:type="dxa"/>
                </w:tcPr>
                <w:p w14:paraId="27EC3B1B" w14:textId="38057A2E" w:rsidR="00123255" w:rsidRPr="00123255" w:rsidRDefault="00123255" w:rsidP="00123255">
                  <w:pPr>
                    <w:pStyle w:val="SIText"/>
                  </w:pPr>
                  <w:r w:rsidRPr="00123255">
                    <w:t>Implement a plant establishment program</w:t>
                  </w:r>
                </w:p>
              </w:tc>
            </w:tr>
            <w:tr w:rsidR="00123255" w:rsidRPr="005C7EA8" w14:paraId="4AA9E576" w14:textId="77777777" w:rsidTr="0051439B">
              <w:tc>
                <w:tcPr>
                  <w:tcW w:w="2002" w:type="dxa"/>
                </w:tcPr>
                <w:p w14:paraId="36927E83" w14:textId="28547375" w:rsidR="00123255" w:rsidRPr="00123255" w:rsidRDefault="00123255" w:rsidP="00123255">
                  <w:pPr>
                    <w:pStyle w:val="SIText"/>
                  </w:pPr>
                  <w:r w:rsidRPr="00123255">
                    <w:t>AHCPGD30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2D0C446D" w14:textId="6B9ED160" w:rsidR="00123255" w:rsidRPr="00123255" w:rsidRDefault="00123255" w:rsidP="00123255">
                  <w:pPr>
                    <w:pStyle w:val="SIText"/>
                  </w:pPr>
                  <w:r w:rsidRPr="00123255">
                    <w:t>Plan and maintain plant displays</w:t>
                  </w:r>
                </w:p>
              </w:tc>
            </w:tr>
            <w:tr w:rsidR="00123255" w:rsidRPr="005C7EA8" w14:paraId="6395825A" w14:textId="77777777" w:rsidTr="0051439B">
              <w:tc>
                <w:tcPr>
                  <w:tcW w:w="2002" w:type="dxa"/>
                </w:tcPr>
                <w:p w14:paraId="487FC419" w14:textId="4286E475" w:rsidR="00123255" w:rsidRPr="00123255" w:rsidRDefault="00123255" w:rsidP="00123255">
                  <w:pPr>
                    <w:pStyle w:val="SIText"/>
                  </w:pPr>
                  <w:r w:rsidRPr="00123255">
                    <w:t>AHCPGD3</w:t>
                  </w:r>
                  <w:r w:rsidR="00814635"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6892D22A" w14:textId="4E9AF7E9" w:rsidR="00123255" w:rsidRPr="00123255" w:rsidRDefault="00123255" w:rsidP="00123255">
                  <w:pPr>
                    <w:pStyle w:val="SIText"/>
                  </w:pPr>
                  <w:r w:rsidRPr="00123255">
                    <w:t>Implement a landscape maintenance program</w:t>
                  </w:r>
                </w:p>
              </w:tc>
            </w:tr>
            <w:tr w:rsidR="00C95934" w:rsidRPr="005C7EA8" w14:paraId="0C57473A" w14:textId="77777777" w:rsidTr="0051439B">
              <w:tc>
                <w:tcPr>
                  <w:tcW w:w="2002" w:type="dxa"/>
                </w:tcPr>
                <w:p w14:paraId="01E54F86" w14:textId="5300219E" w:rsidR="00C95934" w:rsidRPr="00123255" w:rsidRDefault="00C95934" w:rsidP="00123255">
                  <w:pPr>
                    <w:pStyle w:val="SIText"/>
                  </w:pPr>
                  <w:r>
                    <w:t>AHCSOL305</w:t>
                  </w:r>
                </w:p>
              </w:tc>
              <w:tc>
                <w:tcPr>
                  <w:tcW w:w="5528" w:type="dxa"/>
                </w:tcPr>
                <w:p w14:paraId="55287682" w14:textId="4F706C7D" w:rsidR="00C95934" w:rsidRPr="00123255" w:rsidRDefault="00C95934" w:rsidP="00123255">
                  <w:pPr>
                    <w:pStyle w:val="SIText"/>
                  </w:pPr>
                  <w:r>
                    <w:t>Prepare growing media</w:t>
                  </w:r>
                </w:p>
              </w:tc>
            </w:tr>
            <w:tr w:rsidR="001D6E75" w:rsidRPr="005C7EA8" w14:paraId="364C7941" w14:textId="77777777" w:rsidTr="0051439B">
              <w:tc>
                <w:tcPr>
                  <w:tcW w:w="2002" w:type="dxa"/>
                </w:tcPr>
                <w:p w14:paraId="60D4E602" w14:textId="533B441B" w:rsidR="001D6E75" w:rsidRPr="00123255" w:rsidRDefault="001D6E75" w:rsidP="00123255">
                  <w:pPr>
                    <w:pStyle w:val="SIText"/>
                  </w:pPr>
                  <w:r>
                    <w:t>AHCTRF306</w:t>
                  </w:r>
                </w:p>
              </w:tc>
              <w:tc>
                <w:tcPr>
                  <w:tcW w:w="5528" w:type="dxa"/>
                </w:tcPr>
                <w:p w14:paraId="6288D47C" w14:textId="6D907592" w:rsidR="001D6E75" w:rsidRPr="00123255" w:rsidRDefault="001D6E75" w:rsidP="00123255">
                  <w:pPr>
                    <w:pStyle w:val="SIText"/>
                  </w:pPr>
                  <w:r>
                    <w:t>Prepare sports turf surfaces for play</w:t>
                  </w:r>
                </w:p>
              </w:tc>
            </w:tr>
            <w:tr w:rsidR="00123255" w:rsidRPr="005C7EA8" w14:paraId="1CCDECDF" w14:textId="77777777" w:rsidTr="0051439B">
              <w:tc>
                <w:tcPr>
                  <w:tcW w:w="2002" w:type="dxa"/>
                </w:tcPr>
                <w:p w14:paraId="42999198" w14:textId="4C311A58" w:rsidR="00123255" w:rsidRPr="00123255" w:rsidRDefault="00123255" w:rsidP="00123255">
                  <w:pPr>
                    <w:pStyle w:val="SIText"/>
                  </w:pPr>
                  <w:r w:rsidRPr="00123255">
                    <w:t>AHCTRF30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18735D45" w14:textId="7963AC31" w:rsidR="00123255" w:rsidRPr="00123255" w:rsidRDefault="00123255" w:rsidP="00123255">
                  <w:pPr>
                    <w:pStyle w:val="SIText"/>
                  </w:pPr>
                  <w:r w:rsidRPr="00123255">
                    <w:t>Establish turf</w:t>
                  </w:r>
                </w:p>
              </w:tc>
            </w:tr>
            <w:tr w:rsidR="00123255" w:rsidRPr="005C7EA8" w14:paraId="6DC9D9D9" w14:textId="77777777" w:rsidTr="0051439B">
              <w:tc>
                <w:tcPr>
                  <w:tcW w:w="2002" w:type="dxa"/>
                </w:tcPr>
                <w:p w14:paraId="2304E175" w14:textId="29A6D862" w:rsidR="00123255" w:rsidRPr="00123255" w:rsidRDefault="00123255" w:rsidP="00123255">
                  <w:pPr>
                    <w:pStyle w:val="SIText"/>
                  </w:pPr>
                  <w:r w:rsidRPr="00123255">
                    <w:t>AHCTRF30</w:t>
                  </w:r>
                  <w:r w:rsidR="00814635">
                    <w:t>9</w:t>
                  </w:r>
                </w:p>
              </w:tc>
              <w:tc>
                <w:tcPr>
                  <w:tcW w:w="5528" w:type="dxa"/>
                </w:tcPr>
                <w:p w14:paraId="0D4A130F" w14:textId="2C04A70C" w:rsidR="00123255" w:rsidRPr="00123255" w:rsidRDefault="00123255" w:rsidP="00123255">
                  <w:pPr>
                    <w:pStyle w:val="SIText"/>
                  </w:pPr>
                  <w:r w:rsidRPr="00123255">
                    <w:t>Implement a grassed area maintenance program</w:t>
                  </w:r>
                </w:p>
              </w:tc>
            </w:tr>
            <w:tr w:rsidR="0011265A" w:rsidRPr="005C7EA8" w14:paraId="66E4AB27" w14:textId="77777777" w:rsidTr="0051439B">
              <w:tc>
                <w:tcPr>
                  <w:tcW w:w="2002" w:type="dxa"/>
                </w:tcPr>
                <w:p w14:paraId="48FC284E" w14:textId="58507BA5" w:rsidR="0011265A" w:rsidRPr="00123255" w:rsidRDefault="0063425D" w:rsidP="00123255">
                  <w:pPr>
                    <w:pStyle w:val="SIText"/>
                  </w:pPr>
                  <w:r>
                    <w:t>AHCWAT303</w:t>
                  </w:r>
                </w:p>
              </w:tc>
              <w:tc>
                <w:tcPr>
                  <w:tcW w:w="5528" w:type="dxa"/>
                </w:tcPr>
                <w:p w14:paraId="0CA3118B" w14:textId="2ACB4A1C" w:rsidR="0011265A" w:rsidRPr="00123255" w:rsidRDefault="0063425D" w:rsidP="00123255">
                  <w:pPr>
                    <w:pStyle w:val="SIText"/>
                  </w:pPr>
                  <w:r>
                    <w:t>Access, extract and monitor water for irrigation</w:t>
                  </w:r>
                </w:p>
              </w:tc>
            </w:tr>
            <w:tr w:rsidR="00123255" w:rsidRPr="005C7EA8" w14:paraId="01CBD6F1" w14:textId="77777777" w:rsidTr="0051439B">
              <w:tc>
                <w:tcPr>
                  <w:tcW w:w="2002" w:type="dxa"/>
                </w:tcPr>
                <w:p w14:paraId="0A3ADDD6" w14:textId="558D8AEA" w:rsidR="00123255" w:rsidRPr="00123255" w:rsidRDefault="00123255" w:rsidP="00123255">
                  <w:pPr>
                    <w:pStyle w:val="SIText"/>
                  </w:pPr>
                  <w:r w:rsidRPr="00123255">
                    <w:t>AHCWRK3</w:t>
                  </w:r>
                  <w:r w:rsidR="002D16D9">
                    <w:t>X</w:t>
                  </w:r>
                  <w:r w:rsidR="0081353F">
                    <w:t>5</w:t>
                  </w:r>
                </w:p>
              </w:tc>
              <w:tc>
                <w:tcPr>
                  <w:tcW w:w="5528" w:type="dxa"/>
                </w:tcPr>
                <w:p w14:paraId="0F5D1A6F" w14:textId="659DD60C" w:rsidR="00123255" w:rsidRPr="00123255" w:rsidRDefault="00123255" w:rsidP="00123255">
                  <w:pPr>
                    <w:pStyle w:val="SIText"/>
                  </w:pPr>
                  <w:r w:rsidRPr="00123255">
                    <w:t>Coordinate work site activities</w:t>
                  </w:r>
                </w:p>
              </w:tc>
            </w:tr>
            <w:tr w:rsidR="001D6E75" w:rsidRPr="005C7EA8" w14:paraId="5E0BDB4E" w14:textId="77777777" w:rsidTr="0051439B">
              <w:tc>
                <w:tcPr>
                  <w:tcW w:w="2002" w:type="dxa"/>
                </w:tcPr>
                <w:p w14:paraId="7FC80C87" w14:textId="17CF4790" w:rsidR="001D6E75" w:rsidRPr="00123255" w:rsidRDefault="001D6E75" w:rsidP="00123255">
                  <w:pPr>
                    <w:pStyle w:val="SIText"/>
                  </w:pPr>
                  <w:r>
                    <w:t>AHCWRK3X10</w:t>
                  </w:r>
                </w:p>
              </w:tc>
              <w:tc>
                <w:tcPr>
                  <w:tcW w:w="5528" w:type="dxa"/>
                </w:tcPr>
                <w:p w14:paraId="38959898" w14:textId="05C347EC" w:rsidR="001D6E75" w:rsidRPr="00123255" w:rsidRDefault="001D6E75" w:rsidP="00123255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123255" w:rsidRPr="005C7EA8" w14:paraId="776EAA8E" w14:textId="77777777" w:rsidTr="0051439B">
              <w:tc>
                <w:tcPr>
                  <w:tcW w:w="2002" w:type="dxa"/>
                </w:tcPr>
                <w:p w14:paraId="04017B06" w14:textId="32172623" w:rsidR="00123255" w:rsidRPr="00123255" w:rsidRDefault="00123255" w:rsidP="00123255">
                  <w:pPr>
                    <w:pStyle w:val="SIText"/>
                  </w:pPr>
                  <w:r w:rsidRPr="00123255">
                    <w:t>AHCWRK3</w:t>
                  </w:r>
                  <w:r w:rsidR="002D16D9">
                    <w:t>X</w:t>
                  </w:r>
                  <w:r w:rsidR="0081353F">
                    <w:t>11</w:t>
                  </w:r>
                </w:p>
              </w:tc>
              <w:tc>
                <w:tcPr>
                  <w:tcW w:w="5528" w:type="dxa"/>
                </w:tcPr>
                <w:p w14:paraId="47D953BF" w14:textId="78DEE4AC" w:rsidR="00123255" w:rsidRPr="00123255" w:rsidRDefault="00123255" w:rsidP="00123255">
                  <w:pPr>
                    <w:pStyle w:val="SIText"/>
                  </w:pPr>
                  <w:r w:rsidRPr="00123255">
                    <w:t>Conduct site inspection</w:t>
                  </w:r>
                  <w:r w:rsidR="002D16D9">
                    <w:t>s</w:t>
                  </w:r>
                </w:p>
              </w:tc>
            </w:tr>
            <w:tr w:rsidR="001D6E75" w:rsidRPr="005C7EA8" w14:paraId="34D57F64" w14:textId="77777777" w:rsidTr="0051439B">
              <w:tc>
                <w:tcPr>
                  <w:tcW w:w="2002" w:type="dxa"/>
                </w:tcPr>
                <w:p w14:paraId="3409306C" w14:textId="6CFEC4CD" w:rsidR="001D6E75" w:rsidRPr="00123255" w:rsidRDefault="001D6E75" w:rsidP="00123255">
                  <w:pPr>
                    <w:pStyle w:val="SIText"/>
                  </w:pPr>
                  <w:r>
                    <w:t>PUASES008</w:t>
                  </w:r>
                </w:p>
              </w:tc>
              <w:tc>
                <w:tcPr>
                  <w:tcW w:w="5528" w:type="dxa"/>
                </w:tcPr>
                <w:p w14:paraId="5F9366A4" w14:textId="57690BC9" w:rsidR="001D6E75" w:rsidRPr="00123255" w:rsidRDefault="001D6E75" w:rsidP="00123255">
                  <w:pPr>
                    <w:pStyle w:val="SIText"/>
                  </w:pPr>
                  <w:r>
                    <w:t>Undertake storm water damage operations</w:t>
                  </w:r>
                </w:p>
              </w:tc>
            </w:tr>
            <w:tr w:rsidR="002321DB" w:rsidRPr="005C7EA8" w14:paraId="02A3E91F" w14:textId="77777777" w:rsidTr="0051439B">
              <w:tc>
                <w:tcPr>
                  <w:tcW w:w="2002" w:type="dxa"/>
                </w:tcPr>
                <w:p w14:paraId="3710767A" w14:textId="29EC3F2C" w:rsidR="002321DB" w:rsidRDefault="002321DB" w:rsidP="00123255">
                  <w:pPr>
                    <w:pStyle w:val="SIText"/>
                  </w:pPr>
                  <w:r>
                    <w:lastRenderedPageBreak/>
                    <w:t>TLILIC2014</w:t>
                  </w:r>
                </w:p>
              </w:tc>
              <w:tc>
                <w:tcPr>
                  <w:tcW w:w="5528" w:type="dxa"/>
                </w:tcPr>
                <w:p w14:paraId="0D9E07F5" w14:textId="2158DB9C" w:rsidR="002321DB" w:rsidRDefault="002321DB" w:rsidP="00123255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2321DB" w:rsidRPr="005C7EA8" w14:paraId="6C9664CB" w14:textId="77777777" w:rsidTr="0051439B">
              <w:tc>
                <w:tcPr>
                  <w:tcW w:w="2002" w:type="dxa"/>
                </w:tcPr>
                <w:p w14:paraId="616C4255" w14:textId="3D6D1BDB" w:rsidR="002321DB" w:rsidRDefault="002321DB" w:rsidP="00123255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528" w:type="dxa"/>
                </w:tcPr>
                <w:p w14:paraId="1139AC5F" w14:textId="01335DE9" w:rsidR="002321DB" w:rsidRDefault="002321DB" w:rsidP="00123255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2321DB" w:rsidRPr="005C7EA8" w14:paraId="7417B535" w14:textId="77777777" w:rsidTr="0051439B">
              <w:tc>
                <w:tcPr>
                  <w:tcW w:w="2002" w:type="dxa"/>
                </w:tcPr>
                <w:p w14:paraId="229B7BC4" w14:textId="36BD4F22" w:rsidR="002321DB" w:rsidRDefault="002321DB" w:rsidP="00123255">
                  <w:pPr>
                    <w:pStyle w:val="SIText"/>
                  </w:pPr>
                  <w:r>
                    <w:t>TLILIC2016</w:t>
                  </w:r>
                </w:p>
              </w:tc>
              <w:tc>
                <w:tcPr>
                  <w:tcW w:w="5528" w:type="dxa"/>
                </w:tcPr>
                <w:p w14:paraId="41E7C906" w14:textId="6D9ECF8F" w:rsidR="002321DB" w:rsidRDefault="002321DB" w:rsidP="00123255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459CD2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20E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07F4FCF0" w:rsidR="00344904" w:rsidRPr="00344904" w:rsidRDefault="00814635" w:rsidP="00344904">
                  <w:pPr>
                    <w:pStyle w:val="SIText"/>
                  </w:pPr>
                  <w:r>
                    <w:t>AHC3</w:t>
                  </w:r>
                  <w:r w:rsidR="002114B8">
                    <w:t>07</w:t>
                  </w:r>
                  <w:r>
                    <w:t>XX Certificate III in Horticulture</w:t>
                  </w:r>
                </w:p>
              </w:tc>
              <w:tc>
                <w:tcPr>
                  <w:tcW w:w="1105" w:type="pct"/>
                </w:tcPr>
                <w:p w14:paraId="363FA603" w14:textId="4B4F0F05" w:rsidR="00344904" w:rsidRPr="00344904" w:rsidRDefault="00041190" w:rsidP="00344904">
                  <w:pPr>
                    <w:pStyle w:val="SIText"/>
                  </w:pPr>
                  <w:r w:rsidRPr="00041190">
                    <w:t>AHC3071</w:t>
                  </w:r>
                  <w:r w:rsidR="00814635">
                    <w:t>6</w:t>
                  </w:r>
                  <w:r w:rsidRPr="00041190">
                    <w:t xml:space="preserve"> Certificate III in Horticulture</w:t>
                  </w:r>
                </w:p>
              </w:tc>
              <w:tc>
                <w:tcPr>
                  <w:tcW w:w="1398" w:type="pct"/>
                </w:tcPr>
                <w:p w14:paraId="00223559" w14:textId="77777777" w:rsidR="001D6E75" w:rsidRDefault="001D6E75" w:rsidP="00344904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01DB0935" w14:textId="77777777" w:rsidR="001D6E75" w:rsidRDefault="001D6E75" w:rsidP="00344904">
                  <w:pPr>
                    <w:pStyle w:val="SIText"/>
                  </w:pPr>
                  <w:r>
                    <w:t>Revis</w:t>
                  </w:r>
                  <w:r w:rsidR="00814635" w:rsidRPr="00814635">
                    <w:t>ed packaging rules</w:t>
                  </w:r>
                  <w:r>
                    <w:t xml:space="preserve"> to better reflect outcomes</w:t>
                  </w:r>
                </w:p>
                <w:p w14:paraId="525C6D1D" w14:textId="54E80982" w:rsidR="001D6E75" w:rsidRDefault="001D6E75" w:rsidP="00344904">
                  <w:pPr>
                    <w:pStyle w:val="SIText"/>
                  </w:pPr>
                  <w:r>
                    <w:t>Increased total number of units by one unit</w:t>
                  </w:r>
                </w:p>
                <w:p w14:paraId="7680FF17" w14:textId="77777777" w:rsidR="001D6E75" w:rsidRDefault="001D6E75" w:rsidP="00344904">
                  <w:pPr>
                    <w:pStyle w:val="SIText"/>
                  </w:pPr>
                  <w:r>
                    <w:t>Revised and increas</w:t>
                  </w:r>
                  <w:r w:rsidR="00814635" w:rsidRPr="00814635">
                    <w:t xml:space="preserve">ed core units </w:t>
                  </w:r>
                  <w:r>
                    <w:t>by 6 units</w:t>
                  </w:r>
                </w:p>
                <w:p w14:paraId="42D09A1B" w14:textId="4AA5E965" w:rsidR="00344904" w:rsidRPr="00344904" w:rsidRDefault="001D6E75" w:rsidP="00344904">
                  <w:pPr>
                    <w:pStyle w:val="SIText"/>
                  </w:pPr>
                  <w:r>
                    <w:t>A</w:t>
                  </w:r>
                  <w:r w:rsidR="00814635" w:rsidRPr="00814635">
                    <w:t>dded</w:t>
                  </w:r>
                  <w:r>
                    <w:t>, removed</w:t>
                  </w:r>
                  <w:r w:rsidR="00814635" w:rsidRPr="00814635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33000BE8" w:rsidR="00344904" w:rsidRPr="00344904" w:rsidRDefault="00814635" w:rsidP="00344904">
                  <w:pPr>
                    <w:pStyle w:val="SIText"/>
                  </w:pPr>
                  <w:r>
                    <w:t>Not e</w:t>
                  </w:r>
                  <w:r w:rsidR="00041190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C58D8E3" w:rsidR="0074167B" w:rsidRPr="00EC082E" w:rsidRDefault="00140954" w:rsidP="00EC08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082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EC082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EC082E">
              <w:rPr>
                <w:rStyle w:val="SITemporarytext-blue"/>
                <w:color w:val="auto"/>
                <w:sz w:val="20"/>
              </w:rPr>
              <w:t>:</w:t>
            </w:r>
            <w:r w:rsidRPr="00EC082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EC082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1EBC" w14:textId="77777777" w:rsidR="008369BA" w:rsidRDefault="008369BA" w:rsidP="00BF3F0A">
      <w:r>
        <w:separator/>
      </w:r>
    </w:p>
    <w:p w14:paraId="6820EF5B" w14:textId="77777777" w:rsidR="008369BA" w:rsidRDefault="008369BA"/>
  </w:endnote>
  <w:endnote w:type="continuationSeparator" w:id="0">
    <w:p w14:paraId="48F494A7" w14:textId="77777777" w:rsidR="008369BA" w:rsidRDefault="008369BA" w:rsidP="00BF3F0A">
      <w:r>
        <w:continuationSeparator/>
      </w:r>
    </w:p>
    <w:p w14:paraId="69F7A900" w14:textId="77777777" w:rsidR="008369BA" w:rsidRDefault="00836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729D" w14:textId="77777777" w:rsidR="002114B8" w:rsidRDefault="002114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A6B1" w14:textId="77777777" w:rsidR="002114B8" w:rsidRDefault="002114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593A" w14:textId="77777777" w:rsidR="008369BA" w:rsidRDefault="008369BA" w:rsidP="00BF3F0A">
      <w:r>
        <w:separator/>
      </w:r>
    </w:p>
    <w:p w14:paraId="57CADCB0" w14:textId="77777777" w:rsidR="008369BA" w:rsidRDefault="008369BA"/>
  </w:footnote>
  <w:footnote w:type="continuationSeparator" w:id="0">
    <w:p w14:paraId="21709685" w14:textId="77777777" w:rsidR="008369BA" w:rsidRDefault="008369BA" w:rsidP="00BF3F0A">
      <w:r>
        <w:continuationSeparator/>
      </w:r>
    </w:p>
    <w:p w14:paraId="774B2A6E" w14:textId="77777777" w:rsidR="008369BA" w:rsidRDefault="00836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978A" w14:textId="77777777" w:rsidR="002114B8" w:rsidRDefault="002114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2CABF51" w:rsidR="009C2650" w:rsidRDefault="00490B17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6C96" w:rsidRPr="00D06C96">
      <w:t>AHC3</w:t>
    </w:r>
    <w:r w:rsidR="002114B8">
      <w:t>07</w:t>
    </w:r>
    <w:r w:rsidR="00814635">
      <w:t>XX</w:t>
    </w:r>
    <w:r w:rsidR="00D06C96" w:rsidRPr="00D06C96">
      <w:t xml:space="preserve"> Certificate III in Horticulture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236D" w14:textId="77777777" w:rsidR="002114B8" w:rsidRDefault="002114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2329282">
    <w:abstractNumId w:val="13"/>
  </w:num>
  <w:num w:numId="2" w16cid:durableId="534542666">
    <w:abstractNumId w:val="5"/>
  </w:num>
  <w:num w:numId="3" w16cid:durableId="2038962699">
    <w:abstractNumId w:val="4"/>
  </w:num>
  <w:num w:numId="4" w16cid:durableId="1441602314">
    <w:abstractNumId w:val="24"/>
  </w:num>
  <w:num w:numId="5" w16cid:durableId="1166675140">
    <w:abstractNumId w:val="2"/>
  </w:num>
  <w:num w:numId="6" w16cid:durableId="1382944816">
    <w:abstractNumId w:val="12"/>
  </w:num>
  <w:num w:numId="7" w16cid:durableId="988705011">
    <w:abstractNumId w:val="3"/>
  </w:num>
  <w:num w:numId="8" w16cid:durableId="2126804031">
    <w:abstractNumId w:val="0"/>
  </w:num>
  <w:num w:numId="9" w16cid:durableId="1603566741">
    <w:abstractNumId w:val="22"/>
  </w:num>
  <w:num w:numId="10" w16cid:durableId="930890910">
    <w:abstractNumId w:val="15"/>
  </w:num>
  <w:num w:numId="11" w16cid:durableId="391661572">
    <w:abstractNumId w:val="20"/>
  </w:num>
  <w:num w:numId="12" w16cid:durableId="336007167">
    <w:abstractNumId w:val="17"/>
  </w:num>
  <w:num w:numId="13" w16cid:durableId="1481849749">
    <w:abstractNumId w:val="26"/>
  </w:num>
  <w:num w:numId="14" w16cid:durableId="848640458">
    <w:abstractNumId w:val="14"/>
  </w:num>
  <w:num w:numId="15" w16cid:durableId="293364563">
    <w:abstractNumId w:val="25"/>
  </w:num>
  <w:num w:numId="16" w16cid:durableId="813376157">
    <w:abstractNumId w:val="11"/>
  </w:num>
  <w:num w:numId="17" w16cid:durableId="1676573710">
    <w:abstractNumId w:val="8"/>
  </w:num>
  <w:num w:numId="18" w16cid:durableId="988821443">
    <w:abstractNumId w:val="21"/>
  </w:num>
  <w:num w:numId="19" w16cid:durableId="869487609">
    <w:abstractNumId w:val="1"/>
  </w:num>
  <w:num w:numId="20" w16cid:durableId="106047362">
    <w:abstractNumId w:val="10"/>
  </w:num>
  <w:num w:numId="21" w16cid:durableId="1515878895">
    <w:abstractNumId w:val="19"/>
  </w:num>
  <w:num w:numId="22" w16cid:durableId="1731424166">
    <w:abstractNumId w:val="6"/>
  </w:num>
  <w:num w:numId="23" w16cid:durableId="1471707982">
    <w:abstractNumId w:val="7"/>
  </w:num>
  <w:num w:numId="24" w16cid:durableId="99418564">
    <w:abstractNumId w:val="18"/>
  </w:num>
  <w:num w:numId="25" w16cid:durableId="917863761">
    <w:abstractNumId w:val="16"/>
  </w:num>
  <w:num w:numId="26" w16cid:durableId="1901592765">
    <w:abstractNumId w:val="27"/>
  </w:num>
  <w:num w:numId="27" w16cid:durableId="992836980">
    <w:abstractNumId w:val="9"/>
  </w:num>
  <w:num w:numId="28" w16cid:durableId="13599976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4BE6"/>
    <w:rsid w:val="000D73BF"/>
    <w:rsid w:val="000D7BE6"/>
    <w:rsid w:val="000E2C86"/>
    <w:rsid w:val="000F29F2"/>
    <w:rsid w:val="00101659"/>
    <w:rsid w:val="001078BF"/>
    <w:rsid w:val="0011265A"/>
    <w:rsid w:val="00123255"/>
    <w:rsid w:val="00125729"/>
    <w:rsid w:val="00127EF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7271"/>
    <w:rsid w:val="001A6A3E"/>
    <w:rsid w:val="001A7B6D"/>
    <w:rsid w:val="001B141E"/>
    <w:rsid w:val="001B34D5"/>
    <w:rsid w:val="001B513A"/>
    <w:rsid w:val="001C0A75"/>
    <w:rsid w:val="001D6E75"/>
    <w:rsid w:val="001E050F"/>
    <w:rsid w:val="001E16BC"/>
    <w:rsid w:val="001F28F9"/>
    <w:rsid w:val="001F2BA5"/>
    <w:rsid w:val="001F308D"/>
    <w:rsid w:val="00201A7C"/>
    <w:rsid w:val="00205F8D"/>
    <w:rsid w:val="002114B8"/>
    <w:rsid w:val="0021414D"/>
    <w:rsid w:val="00223124"/>
    <w:rsid w:val="002321DB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3FE1"/>
    <w:rsid w:val="002A4CD3"/>
    <w:rsid w:val="002B2178"/>
    <w:rsid w:val="002C55E9"/>
    <w:rsid w:val="002D0C8B"/>
    <w:rsid w:val="002D16D9"/>
    <w:rsid w:val="002E193E"/>
    <w:rsid w:val="002F1BE6"/>
    <w:rsid w:val="00321C7C"/>
    <w:rsid w:val="00337E82"/>
    <w:rsid w:val="00344904"/>
    <w:rsid w:val="00350BB1"/>
    <w:rsid w:val="00352C83"/>
    <w:rsid w:val="0037067D"/>
    <w:rsid w:val="00377342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0B1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B5A"/>
    <w:rsid w:val="004F5537"/>
    <w:rsid w:val="004F5DC7"/>
    <w:rsid w:val="004F78DA"/>
    <w:rsid w:val="00502C52"/>
    <w:rsid w:val="0051372F"/>
    <w:rsid w:val="0051439B"/>
    <w:rsid w:val="00524420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65C79"/>
    <w:rsid w:val="005708EB"/>
    <w:rsid w:val="00575BC6"/>
    <w:rsid w:val="0058210F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25D"/>
    <w:rsid w:val="00634FCA"/>
    <w:rsid w:val="006404B5"/>
    <w:rsid w:val="006452B8"/>
    <w:rsid w:val="00646993"/>
    <w:rsid w:val="00652E62"/>
    <w:rsid w:val="00653B51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0E4E"/>
    <w:rsid w:val="00721158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43E6"/>
    <w:rsid w:val="00781D77"/>
    <w:rsid w:val="007860B7"/>
    <w:rsid w:val="00786DC8"/>
    <w:rsid w:val="0079358C"/>
    <w:rsid w:val="007A1149"/>
    <w:rsid w:val="007C1416"/>
    <w:rsid w:val="007D5A78"/>
    <w:rsid w:val="007E3BD1"/>
    <w:rsid w:val="007F1563"/>
    <w:rsid w:val="007F44DB"/>
    <w:rsid w:val="007F5A8B"/>
    <w:rsid w:val="00802C3F"/>
    <w:rsid w:val="0081353F"/>
    <w:rsid w:val="00814635"/>
    <w:rsid w:val="00814AF5"/>
    <w:rsid w:val="00817D51"/>
    <w:rsid w:val="00823530"/>
    <w:rsid w:val="00823FF4"/>
    <w:rsid w:val="008306E7"/>
    <w:rsid w:val="00834BC8"/>
    <w:rsid w:val="008369BA"/>
    <w:rsid w:val="00837FD6"/>
    <w:rsid w:val="00840B2D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0ED"/>
    <w:rsid w:val="009278C9"/>
    <w:rsid w:val="009303A7"/>
    <w:rsid w:val="00945A3B"/>
    <w:rsid w:val="009527CB"/>
    <w:rsid w:val="00953835"/>
    <w:rsid w:val="00960F6C"/>
    <w:rsid w:val="00964D87"/>
    <w:rsid w:val="00970747"/>
    <w:rsid w:val="009805A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1B29"/>
    <w:rsid w:val="009F2E27"/>
    <w:rsid w:val="00A03709"/>
    <w:rsid w:val="00A0695B"/>
    <w:rsid w:val="00A113A4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5E7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01F9"/>
    <w:rsid w:val="00B12013"/>
    <w:rsid w:val="00B22C67"/>
    <w:rsid w:val="00B3508F"/>
    <w:rsid w:val="00B443EE"/>
    <w:rsid w:val="00B560C8"/>
    <w:rsid w:val="00B61150"/>
    <w:rsid w:val="00B65BC7"/>
    <w:rsid w:val="00B710A0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0364B"/>
    <w:rsid w:val="00C143C3"/>
    <w:rsid w:val="00C1739B"/>
    <w:rsid w:val="00C205C7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5934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4637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082E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513C"/>
    <w:rsid w:val="00F5616F"/>
    <w:rsid w:val="00F56827"/>
    <w:rsid w:val="00F65EF0"/>
    <w:rsid w:val="00F71651"/>
    <w:rsid w:val="00F73518"/>
    <w:rsid w:val="00F76CC6"/>
    <w:rsid w:val="00F9748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58210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D16D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40E249-684F-4D8D-A9C6-68D3F7EED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491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41</cp:revision>
  <cp:lastPrinted>2016-05-27T05:21:00Z</cp:lastPrinted>
  <dcterms:created xsi:type="dcterms:W3CDTF">2021-07-30T01:42:00Z</dcterms:created>
  <dcterms:modified xsi:type="dcterms:W3CDTF">2022-05-09T23:38:00Z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